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5D1E05" w:rsidRDefault="005D1E05" w:rsidP="005D1E05">
      <w:pPr>
        <w:jc w:val="center"/>
        <w:rPr>
          <w:sz w:val="36"/>
          <w:szCs w:val="36"/>
          <w:u w:val="single"/>
        </w:rPr>
      </w:pPr>
      <w:r w:rsidRPr="005D1E05">
        <w:rPr>
          <w:sz w:val="36"/>
          <w:szCs w:val="36"/>
          <w:u w:val="single"/>
        </w:rPr>
        <w:t>Animaux variés</w:t>
      </w:r>
    </w:p>
    <w:p w:rsidR="005D1E05" w:rsidRDefault="005D1E05" w:rsidP="00C90A44"/>
    <w:p w:rsidR="005D1E05" w:rsidRDefault="00E43EF1" w:rsidP="00C90A44">
      <w:r w:rsidRPr="00E43EF1">
        <w:rPr>
          <w:noProof/>
        </w:rPr>
        <w:drawing>
          <wp:inline distT="0" distB="0" distL="0" distR="0" wp14:anchorId="113C599D" wp14:editId="53469847">
            <wp:extent cx="2286000" cy="1711574"/>
            <wp:effectExtent l="0" t="0" r="0" b="3175"/>
            <wp:docPr id="1" name="Image 1" descr="Résultat de recherche d'images pour &quot;abeille&quot;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abeille&quot;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908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  <w:r w:rsidR="0020558D">
        <w:rPr>
          <w:noProof/>
          <w:color w:val="0000FF"/>
        </w:rPr>
        <w:drawing>
          <wp:inline distT="0" distB="0" distL="0" distR="0">
            <wp:extent cx="2286000" cy="1666875"/>
            <wp:effectExtent l="0" t="0" r="0" b="952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58D" w:rsidRDefault="0020558D" w:rsidP="00C90A44"/>
    <w:p w:rsidR="0020558D" w:rsidRDefault="0020558D" w:rsidP="00C90A44"/>
    <w:p w:rsidR="00E43EF1" w:rsidRDefault="0020558D" w:rsidP="00C90A44">
      <w:r>
        <w:rPr>
          <w:noProof/>
          <w:color w:val="0000FF"/>
        </w:rPr>
        <w:drawing>
          <wp:inline distT="0" distB="0" distL="0" distR="0" wp14:anchorId="0E84F4BF" wp14:editId="1DADED0D">
            <wp:extent cx="2286000" cy="1828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  <w:r>
        <w:rPr>
          <w:noProof/>
          <w:color w:val="0000FF"/>
        </w:rPr>
        <w:drawing>
          <wp:inline distT="0" distB="0" distL="0" distR="0" wp14:anchorId="7C8BDD25" wp14:editId="1CAFBCAB">
            <wp:extent cx="2286000" cy="1826895"/>
            <wp:effectExtent l="0" t="0" r="0" b="1905"/>
            <wp:docPr id="5" name="irc_mi" descr="Résultat de recherche d'images pour &quot;colibri&quot;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colibri&quot;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2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EF1" w:rsidRDefault="00E43EF1" w:rsidP="00C90A44">
      <w:r>
        <w:t xml:space="preserve">                             </w:t>
      </w:r>
    </w:p>
    <w:p w:rsidR="00E43EF1" w:rsidRDefault="00E43EF1" w:rsidP="00C90A44"/>
    <w:p w:rsidR="00E43EF1" w:rsidRDefault="00E43EF1" w:rsidP="00C90A44"/>
    <w:p w:rsidR="00E43EF1" w:rsidRDefault="0020558D" w:rsidP="00C90A44">
      <w:r>
        <w:rPr>
          <w:noProof/>
          <w:color w:val="0000FF"/>
        </w:rPr>
        <w:drawing>
          <wp:inline distT="0" distB="0" distL="0" distR="0">
            <wp:extent cx="2200275" cy="2428875"/>
            <wp:effectExtent l="0" t="0" r="9525" b="952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3EF1">
        <w:t xml:space="preserve">                                 </w:t>
      </w:r>
      <w:r>
        <w:rPr>
          <w:noProof/>
          <w:color w:val="0000FF"/>
        </w:rPr>
        <w:drawing>
          <wp:inline distT="0" distB="0" distL="0" distR="0">
            <wp:extent cx="2190750" cy="247650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EF1" w:rsidRDefault="00E43EF1" w:rsidP="00C90A44"/>
    <w:p w:rsidR="00E43EF1" w:rsidRDefault="00E43EF1" w:rsidP="00C90A44"/>
    <w:p w:rsidR="00E43EF1" w:rsidRDefault="001C0747" w:rsidP="00C90A44">
      <w:r>
        <w:rPr>
          <w:noProof/>
          <w:color w:val="0000FF"/>
        </w:rPr>
        <w:lastRenderedPageBreak/>
        <w:drawing>
          <wp:inline distT="0" distB="0" distL="0" distR="0">
            <wp:extent cx="2247900" cy="201930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3EF1">
        <w:t xml:space="preserve">      </w:t>
      </w:r>
      <w:r w:rsidR="00E43EF1">
        <w:rPr>
          <w:noProof/>
        </w:rPr>
        <w:drawing>
          <wp:inline distT="0" distB="0" distL="0" distR="0">
            <wp:extent cx="3208020" cy="2019300"/>
            <wp:effectExtent l="0" t="0" r="0" b="0"/>
            <wp:docPr id="9" name="Image 9" descr="C:\Users\WUESTL\Desktop\c5332b4da6da25b3eff3be54c138712f-pensant-son-cheval-en-retraite-elle-decouvre-qu-il-ete-abattu-par-des-trafiquants-de-vian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UESTL\Desktop\c5332b4da6da25b3eff3be54c138712f-pensant-son-cheval-en-retraite-elle-decouvre-qu-il-ete-abattu-par-des-trafiquants-de-viand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4FF" w:rsidRDefault="00AF44FF" w:rsidP="00C90A44"/>
    <w:p w:rsidR="00AF44FF" w:rsidRDefault="00AF44FF" w:rsidP="00C90A44"/>
    <w:p w:rsidR="00AF44FF" w:rsidRPr="00C90A44" w:rsidRDefault="001C0747" w:rsidP="00C90A44">
      <w:r>
        <w:rPr>
          <w:noProof/>
          <w:color w:val="0000FF"/>
        </w:rPr>
        <w:drawing>
          <wp:inline distT="0" distB="0" distL="0" distR="0">
            <wp:extent cx="2686050" cy="2905125"/>
            <wp:effectExtent l="0" t="0" r="0" b="952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</w:t>
      </w:r>
      <w:bookmarkStart w:id="0" w:name="_GoBack"/>
      <w:bookmarkEnd w:id="0"/>
      <w:r>
        <w:rPr>
          <w:noProof/>
        </w:rPr>
        <w:drawing>
          <wp:inline distT="0" distB="0" distL="0" distR="0">
            <wp:extent cx="2466975" cy="2895600"/>
            <wp:effectExtent l="0" t="0" r="9525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44FF" w:rsidRPr="00C90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E05"/>
    <w:rsid w:val="0013656C"/>
    <w:rsid w:val="001C0747"/>
    <w:rsid w:val="0020558D"/>
    <w:rsid w:val="005D1E05"/>
    <w:rsid w:val="006B3802"/>
    <w:rsid w:val="00AF44FF"/>
    <w:rsid w:val="00B65436"/>
    <w:rsid w:val="00BF49C4"/>
    <w:rsid w:val="00C5490A"/>
    <w:rsid w:val="00C90A44"/>
    <w:rsid w:val="00E43EF1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E43EF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43E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E43EF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43E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hyperlink" Target="https://www.google.ch/url?sa=i&amp;rct=j&amp;q=&amp;esrc=s&amp;source=images&amp;cd=&amp;ved=2ahUKEwi219O0hajjAhUBzqQKHdt9ACYQjRx6BAgBEAU&amp;url=https://fr.wikipedia.org/wiki/Abeille&amp;psig=AOvVaw0C1DWAJ63_hVvHYlWd1uSV&amp;ust=1562768749871997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h/url?sa=i&amp;rct=j&amp;q=&amp;esrc=s&amp;source=images&amp;cd=&amp;ved=2ahUKEwjY3cX3hajjAhVP_qQKHZiWCF8QjRx6BAgBEAU&amp;url=http://sweetrandomscience.blogspot.com/2014/10/quelques-petites-choses-au-sujet-du.html&amp;psig=AOvVaw1-fckLrai_nBc7LAJB3jz5&amp;ust=1562768889002824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08961-0A43-435D-B282-DC59541DE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609AEC08.dotm</Template>
  <TotalTime>29</TotalTime>
  <Pages>2</Pages>
  <Words>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De Matteis Yves (DSE)</cp:lastModifiedBy>
  <cp:revision>3</cp:revision>
  <dcterms:created xsi:type="dcterms:W3CDTF">2019-07-09T14:24:00Z</dcterms:created>
  <dcterms:modified xsi:type="dcterms:W3CDTF">2019-07-23T13:30:00Z</dcterms:modified>
</cp:coreProperties>
</file>